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E9B" w:rsidRDefault="004F11FB" w:rsidP="00937321">
      <w:pPr>
        <w:pStyle w:val="Heading1"/>
      </w:pPr>
      <w:r w:rsidRPr="00937321">
        <w:t>Fi</w:t>
      </w:r>
      <w:r w:rsidR="007E0A98">
        <w:t>ș</w:t>
      </w:r>
      <w:r w:rsidRPr="00937321">
        <w:t>a 0</w:t>
      </w:r>
      <w:r w:rsidR="008B02F5">
        <w:t>4</w:t>
      </w:r>
      <w:r w:rsidRPr="00937321">
        <w:t xml:space="preserve"> </w:t>
      </w:r>
      <w:r w:rsidR="00C94B2A">
        <w:t xml:space="preserve">C# </w:t>
      </w:r>
      <w:r w:rsidRPr="00937321">
        <w:t xml:space="preserve">– </w:t>
      </w:r>
      <w:r w:rsidR="008B02F5">
        <w:t>lucrare no</w:t>
      </w:r>
      <w:r w:rsidR="007E0A98">
        <w:t>ț</w:t>
      </w:r>
      <w:r w:rsidR="008B02F5">
        <w:t>iuni de bază</w:t>
      </w:r>
    </w:p>
    <w:p w:rsidR="007E0A98" w:rsidRPr="007E0A98" w:rsidRDefault="007E0A98" w:rsidP="007E0A98">
      <w:pPr>
        <w:rPr>
          <w:i/>
          <w:vertAlign w:val="subscript"/>
        </w:rPr>
      </w:pPr>
      <w:r w:rsidRPr="007E0A98">
        <w:rPr>
          <w:i/>
          <w:vertAlign w:val="subscript"/>
        </w:rPr>
        <w:t>(2p oficiu</w:t>
      </w:r>
      <w:r w:rsidR="006F7D14">
        <w:rPr>
          <w:i/>
          <w:vertAlign w:val="subscript"/>
        </w:rPr>
        <w:t xml:space="preserve"> – timp de lucru: 40 minute</w:t>
      </w:r>
      <w:r w:rsidRPr="007E0A98">
        <w:rPr>
          <w:i/>
          <w:vertAlign w:val="subscript"/>
        </w:rPr>
        <w:t>)</w:t>
      </w:r>
    </w:p>
    <w:p w:rsidR="008B02F5" w:rsidRDefault="008B02F5" w:rsidP="007E0A98">
      <w:pPr>
        <w:pStyle w:val="ListParagraph"/>
        <w:numPr>
          <w:ilvl w:val="0"/>
          <w:numId w:val="3"/>
        </w:numPr>
        <w:contextualSpacing w:val="0"/>
      </w:pPr>
      <w:r w:rsidRPr="007E0A98">
        <w:rPr>
          <w:i/>
          <w:vertAlign w:val="subscript"/>
        </w:rPr>
        <w:t>(</w:t>
      </w:r>
      <w:r w:rsidR="00280041">
        <w:rPr>
          <w:i/>
          <w:vertAlign w:val="subscript"/>
        </w:rPr>
        <w:t>4</w:t>
      </w:r>
      <w:r w:rsidRPr="007E0A98">
        <w:rPr>
          <w:i/>
          <w:vertAlign w:val="subscript"/>
        </w:rPr>
        <w:t>p)</w:t>
      </w:r>
      <w:r>
        <w:t xml:space="preserve"> Scrie</w:t>
      </w:r>
      <w:r w:rsidR="007E0A98">
        <w:t>ț</w:t>
      </w:r>
      <w:r>
        <w:t>i o aplica</w:t>
      </w:r>
      <w:r w:rsidR="007E0A98">
        <w:t>ț</w:t>
      </w:r>
      <w:r>
        <w:t>ie de tip consol</w:t>
      </w:r>
      <w:r w:rsidR="007E0A98">
        <w:t>ă</w:t>
      </w:r>
      <w:r>
        <w:t xml:space="preserve"> care s</w:t>
      </w:r>
      <w:r w:rsidR="007E0A98">
        <w:t>ă</w:t>
      </w:r>
      <w:r w:rsidR="00485560">
        <w:t xml:space="preserve"> determine cel mai mare</w:t>
      </w:r>
      <w:r>
        <w:t xml:space="preserve"> num</w:t>
      </w:r>
      <w:r w:rsidR="007E0A98">
        <w:t>ă</w:t>
      </w:r>
      <w:r w:rsidR="00485560">
        <w:t>r palindrom</w:t>
      </w:r>
      <w:r>
        <w:t xml:space="preserve"> (dac</w:t>
      </w:r>
      <w:r w:rsidR="007E0A98">
        <w:t>ă</w:t>
      </w:r>
      <w:r>
        <w:t xml:space="preserve"> exist</w:t>
      </w:r>
      <w:r w:rsidR="007E0A98">
        <w:t>ă</w:t>
      </w:r>
      <w:r>
        <w:t>) care apar</w:t>
      </w:r>
      <w:r w:rsidR="007E0A98">
        <w:t>ț</w:t>
      </w:r>
      <w:r>
        <w:t>ine intervalului (</w:t>
      </w:r>
      <w:r w:rsidRPr="007E0A98">
        <w:rPr>
          <w:b/>
          <w:i/>
        </w:rPr>
        <w:t>a</w:t>
      </w:r>
      <w:r>
        <w:t>,</w:t>
      </w:r>
      <w:r w:rsidR="007E0A98">
        <w:t xml:space="preserve"> </w:t>
      </w:r>
      <w:r w:rsidRPr="007E0A98">
        <w:rPr>
          <w:b/>
          <w:i/>
        </w:rPr>
        <w:t>b</w:t>
      </w:r>
      <w:r>
        <w:t>)</w:t>
      </w:r>
      <w:r w:rsidR="00485560">
        <w:t xml:space="preserve">, </w:t>
      </w:r>
      <w:r w:rsidR="00485560" w:rsidRPr="00485560">
        <w:rPr>
          <w:b/>
          <w:i/>
        </w:rPr>
        <w:t>a</w:t>
      </w:r>
      <w:r w:rsidR="00485560" w:rsidRPr="005E3FAF">
        <w:t xml:space="preserve"> </w:t>
      </w:r>
      <w:r w:rsidR="00485560">
        <w:t xml:space="preserve">&lt; </w:t>
      </w:r>
      <w:r w:rsidR="00485560" w:rsidRPr="00485560">
        <w:rPr>
          <w:b/>
          <w:i/>
        </w:rPr>
        <w:t>b</w:t>
      </w:r>
      <w:r>
        <w:t xml:space="preserve">, </w:t>
      </w:r>
      <w:r w:rsidRPr="007E0A98">
        <w:rPr>
          <w:b/>
          <w:i/>
        </w:rPr>
        <w:t>a</w:t>
      </w:r>
      <w:r>
        <w:t xml:space="preserve"> </w:t>
      </w:r>
      <w:r w:rsidR="007E0A98">
        <w:t>ș</w:t>
      </w:r>
      <w:r>
        <w:t xml:space="preserve">i </w:t>
      </w:r>
      <w:r w:rsidRPr="007E0A98">
        <w:rPr>
          <w:b/>
          <w:i/>
        </w:rPr>
        <w:t>b</w:t>
      </w:r>
      <w:r>
        <w:t xml:space="preserve"> fiind citite de la tastatur</w:t>
      </w:r>
      <w:r w:rsidR="007E0A98">
        <w:t>ă</w:t>
      </w:r>
      <w:r>
        <w:t>.</w:t>
      </w:r>
    </w:p>
    <w:p w:rsidR="008B02F5" w:rsidRDefault="005E3FAF" w:rsidP="007E0A98">
      <w:pPr>
        <w:pStyle w:val="ListParagraph"/>
        <w:numPr>
          <w:ilvl w:val="0"/>
          <w:numId w:val="3"/>
        </w:numPr>
        <w:contextualSpacing w:val="0"/>
      </w:pPr>
      <w:r w:rsidRPr="007E0A98">
        <w:rPr>
          <w:i/>
          <w:vertAlign w:val="subscript"/>
        </w:rPr>
        <w:t xml:space="preserve"> </w:t>
      </w:r>
      <w:r w:rsidR="008B02F5" w:rsidRPr="007E0A98">
        <w:rPr>
          <w:i/>
          <w:vertAlign w:val="subscript"/>
        </w:rPr>
        <w:t>(</w:t>
      </w:r>
      <w:r w:rsidR="00280041">
        <w:rPr>
          <w:i/>
          <w:vertAlign w:val="subscript"/>
        </w:rPr>
        <w:t>4</w:t>
      </w:r>
      <w:r w:rsidR="008B02F5" w:rsidRPr="007E0A98">
        <w:rPr>
          <w:i/>
          <w:vertAlign w:val="subscript"/>
        </w:rPr>
        <w:t>p)</w:t>
      </w:r>
      <w:r w:rsidR="008B02F5">
        <w:t xml:space="preserve"> Realiza</w:t>
      </w:r>
      <w:r w:rsidR="007E0A98">
        <w:t>ț</w:t>
      </w:r>
      <w:r w:rsidR="008B02F5">
        <w:t>i o aplica</w:t>
      </w:r>
      <w:r w:rsidR="007E0A98">
        <w:t>ț</w:t>
      </w:r>
      <w:r w:rsidR="008B02F5">
        <w:t>ie de tip consolă care cite</w:t>
      </w:r>
      <w:r w:rsidR="007E0A98">
        <w:t>ș</w:t>
      </w:r>
      <w:r w:rsidR="008B02F5">
        <w:t xml:space="preserve">te de la tastatură două numere </w:t>
      </w:r>
      <w:r w:rsidR="008B02F5" w:rsidRPr="007E0A98">
        <w:rPr>
          <w:b/>
          <w:i/>
        </w:rPr>
        <w:t>n</w:t>
      </w:r>
      <w:r w:rsidR="008B02F5">
        <w:t xml:space="preserve"> </w:t>
      </w:r>
      <w:r w:rsidR="007E0A98">
        <w:t>ș</w:t>
      </w:r>
      <w:r w:rsidR="008B02F5">
        <w:t xml:space="preserve">i </w:t>
      </w:r>
      <w:r w:rsidR="008B02F5" w:rsidRPr="007E0A98">
        <w:rPr>
          <w:b/>
          <w:i/>
        </w:rPr>
        <w:t>m</w:t>
      </w:r>
      <w:r w:rsidR="008B02F5">
        <w:t xml:space="preserve"> </w:t>
      </w:r>
      <w:r w:rsidR="007E0A98">
        <w:t>ș</w:t>
      </w:r>
      <w:r w:rsidR="008B02F5">
        <w:t>i care construie</w:t>
      </w:r>
      <w:r w:rsidR="007E0A98">
        <w:t>ș</w:t>
      </w:r>
      <w:r w:rsidR="008B02F5">
        <w:t xml:space="preserve">te </w:t>
      </w:r>
      <w:r w:rsidR="007E0A98">
        <w:t>ș</w:t>
      </w:r>
      <w:r w:rsidR="008B02F5">
        <w:t>i afi</w:t>
      </w:r>
      <w:r w:rsidR="007E0A98">
        <w:t>ș</w:t>
      </w:r>
      <w:r w:rsidR="008B02F5">
        <w:t xml:space="preserve">ează o matrice </w:t>
      </w:r>
      <w:r w:rsidR="008B02F5" w:rsidRPr="007E0A98">
        <w:rPr>
          <w:b/>
          <w:i/>
        </w:rPr>
        <w:t>A</w:t>
      </w:r>
      <w:r w:rsidR="008B02F5">
        <w:t xml:space="preserve"> cu </w:t>
      </w:r>
      <w:r w:rsidR="008B02F5" w:rsidRPr="007E0A98">
        <w:rPr>
          <w:b/>
          <w:i/>
        </w:rPr>
        <w:t>n</w:t>
      </w:r>
      <w:r w:rsidR="008B02F5">
        <w:t xml:space="preserve"> linii </w:t>
      </w:r>
      <w:r w:rsidR="007E0A98">
        <w:t>ș</w:t>
      </w:r>
      <w:r w:rsidR="008B02F5">
        <w:t xml:space="preserve">i </w:t>
      </w:r>
      <w:r w:rsidR="008B02F5" w:rsidRPr="007E0A98">
        <w:rPr>
          <w:b/>
          <w:i/>
        </w:rPr>
        <w:t>m</w:t>
      </w:r>
      <w:r w:rsidR="008B02F5">
        <w:t xml:space="preserve"> coloane. </w:t>
      </w:r>
      <w:r w:rsidR="00D908F2">
        <w:t>Matricea</w:t>
      </w:r>
      <w:r w:rsidR="008B02F5">
        <w:t xml:space="preserve"> va fi construit</w:t>
      </w:r>
      <w:r w:rsidR="00D908F2">
        <w:t>ă</w:t>
      </w:r>
      <w:r w:rsidR="008B02F5">
        <w:t xml:space="preserve"> astfel încât parcurgând</w:t>
      </w:r>
      <w:r w:rsidR="00D908F2">
        <w:t xml:space="preserve">-o </w:t>
      </w:r>
      <w:r w:rsidR="008B02F5">
        <w:t xml:space="preserve">linie cu linie, de sus în jos </w:t>
      </w:r>
      <w:r w:rsidR="007E0A98">
        <w:t>ș</w:t>
      </w:r>
      <w:r w:rsidR="008B02F5">
        <w:t>i de la stânga la dreapta, să se ob</w:t>
      </w:r>
      <w:r w:rsidR="007E0A98">
        <w:t>ț</w:t>
      </w:r>
      <w:r w:rsidR="008B02F5">
        <w:t xml:space="preserve">ină </w:t>
      </w:r>
      <w:r w:rsidR="007E0A98">
        <w:t>ș</w:t>
      </w:r>
      <w:r w:rsidR="008B02F5">
        <w:t xml:space="preserve">irul primelor </w:t>
      </w:r>
      <w:r w:rsidR="008B02F5" w:rsidRPr="007E0A98">
        <w:rPr>
          <w:b/>
          <w:i/>
        </w:rPr>
        <w:t>n</w:t>
      </w:r>
      <w:r w:rsidR="008B02F5">
        <w:t>*</w:t>
      </w:r>
      <w:r w:rsidR="008B02F5" w:rsidRPr="007E0A98">
        <w:rPr>
          <w:b/>
          <w:i/>
        </w:rPr>
        <w:t>m</w:t>
      </w:r>
      <w:r w:rsidR="008B02F5">
        <w:t xml:space="preserve"> pătrate perfecte </w:t>
      </w:r>
      <w:r>
        <w:t>im</w:t>
      </w:r>
      <w:r w:rsidR="008B02F5">
        <w:t>pare, ordonat strict crescător.</w:t>
      </w:r>
      <w:r w:rsidR="00C029E7">
        <w:t xml:space="preserve"> De exemplu pentru </w:t>
      </w:r>
      <w:r w:rsidR="00C029E7" w:rsidRPr="00D143F9">
        <w:rPr>
          <w:b/>
          <w:i/>
        </w:rPr>
        <w:t>n</w:t>
      </w:r>
      <w:r w:rsidR="00D143F9">
        <w:t xml:space="preserve"> </w:t>
      </w:r>
      <w:r w:rsidR="00C029E7">
        <w:t>=</w:t>
      </w:r>
      <w:r w:rsidR="00D143F9">
        <w:t xml:space="preserve"> </w:t>
      </w:r>
      <w:r w:rsidR="00C029E7">
        <w:t xml:space="preserve">2 </w:t>
      </w:r>
      <w:bookmarkStart w:id="0" w:name="_GoBack"/>
      <w:bookmarkEnd w:id="0"/>
      <w:r w:rsidR="00C029E7">
        <w:t xml:space="preserve">și </w:t>
      </w:r>
      <w:r w:rsidR="00C029E7" w:rsidRPr="00D143F9">
        <w:rPr>
          <w:b/>
          <w:i/>
        </w:rPr>
        <w:t>m</w:t>
      </w:r>
      <w:r w:rsidR="00D143F9">
        <w:t xml:space="preserve"> </w:t>
      </w:r>
      <w:r w:rsidR="00C029E7">
        <w:t>=</w:t>
      </w:r>
      <w:r w:rsidR="00D143F9">
        <w:t xml:space="preserve"> </w:t>
      </w:r>
      <w:r w:rsidR="00C029E7">
        <w:t>3 se va afișa:</w:t>
      </w:r>
    </w:p>
    <w:p w:rsidR="00C029E7" w:rsidRDefault="008176B0" w:rsidP="008176B0">
      <w:pPr>
        <w:tabs>
          <w:tab w:val="clear" w:pos="851"/>
          <w:tab w:val="left" w:pos="3119"/>
        </w:tabs>
        <w:spacing w:before="0" w:after="0"/>
        <w:rPr>
          <w:rFonts w:ascii="Consolas" w:hAnsi="Consolas" w:cs="Consolas"/>
        </w:rPr>
      </w:pPr>
      <w:r>
        <w:rPr>
          <w:rFonts w:ascii="Consolas" w:hAnsi="Consolas" w:cs="Consolas"/>
        </w:rPr>
        <w:tab/>
      </w:r>
      <w:r w:rsidR="00C029E7">
        <w:rPr>
          <w:rFonts w:ascii="Consolas" w:hAnsi="Consolas" w:cs="Consolas"/>
        </w:rPr>
        <w:t xml:space="preserve"> </w:t>
      </w:r>
      <w:r w:rsidR="00C029E7" w:rsidRPr="00C029E7">
        <w:rPr>
          <w:rFonts w:ascii="Consolas" w:hAnsi="Consolas" w:cs="Consolas"/>
        </w:rPr>
        <w:t xml:space="preserve">1 </w:t>
      </w:r>
      <w:r w:rsidR="00C029E7">
        <w:rPr>
          <w:rFonts w:ascii="Consolas" w:hAnsi="Consolas" w:cs="Consolas"/>
        </w:rPr>
        <w:t xml:space="preserve"> </w:t>
      </w:r>
      <w:r w:rsidR="00C029E7" w:rsidRPr="00C029E7">
        <w:rPr>
          <w:rFonts w:ascii="Consolas" w:hAnsi="Consolas" w:cs="Consolas"/>
        </w:rPr>
        <w:t xml:space="preserve">9 </w:t>
      </w:r>
      <w:r w:rsidR="00C029E7">
        <w:rPr>
          <w:rFonts w:ascii="Consolas" w:hAnsi="Consolas" w:cs="Consolas"/>
        </w:rPr>
        <w:t xml:space="preserve"> </w:t>
      </w:r>
      <w:r w:rsidR="00C029E7" w:rsidRPr="00C029E7">
        <w:rPr>
          <w:rFonts w:ascii="Consolas" w:hAnsi="Consolas" w:cs="Consolas"/>
        </w:rPr>
        <w:t>25</w:t>
      </w:r>
    </w:p>
    <w:p w:rsidR="00C029E7" w:rsidRPr="00C029E7" w:rsidRDefault="008176B0" w:rsidP="008176B0">
      <w:pPr>
        <w:tabs>
          <w:tab w:val="clear" w:pos="851"/>
          <w:tab w:val="left" w:pos="3119"/>
        </w:tabs>
        <w:spacing w:before="0" w:after="0"/>
        <w:rPr>
          <w:rFonts w:ascii="Consolas" w:hAnsi="Consolas" w:cs="Consolas"/>
        </w:rPr>
      </w:pPr>
      <w:r>
        <w:rPr>
          <w:rFonts w:ascii="Consolas" w:hAnsi="Consolas" w:cs="Consolas"/>
        </w:rPr>
        <w:tab/>
      </w:r>
      <w:r w:rsidR="00C029E7" w:rsidRPr="00C029E7">
        <w:rPr>
          <w:rFonts w:ascii="Consolas" w:hAnsi="Consolas" w:cs="Consolas"/>
        </w:rPr>
        <w:t>49</w:t>
      </w:r>
      <w:r w:rsidR="00C029E7">
        <w:rPr>
          <w:rFonts w:ascii="Consolas" w:hAnsi="Consolas" w:cs="Consolas"/>
        </w:rPr>
        <w:t xml:space="preserve"> </w:t>
      </w:r>
      <w:r w:rsidR="00C029E7" w:rsidRPr="00C029E7">
        <w:rPr>
          <w:rFonts w:ascii="Consolas" w:hAnsi="Consolas" w:cs="Consolas"/>
        </w:rPr>
        <w:t xml:space="preserve">81 121 </w:t>
      </w:r>
    </w:p>
    <w:sectPr w:rsidR="00C029E7" w:rsidRPr="00C029E7" w:rsidSect="004F11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86F" w:rsidRDefault="0000186F" w:rsidP="004F11FB">
      <w:pPr>
        <w:spacing w:before="0" w:after="0"/>
      </w:pPr>
      <w:r>
        <w:separator/>
      </w:r>
    </w:p>
  </w:endnote>
  <w:endnote w:type="continuationSeparator" w:id="0">
    <w:p w:rsidR="0000186F" w:rsidRDefault="0000186F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5BB" w:rsidRDefault="00EB25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1FB" w:rsidRPr="007C0A95" w:rsidRDefault="0000186F">
    <w:pPr>
      <w:pStyle w:val="Footer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9pt;margin-top:-3.75pt;width:444.7pt;height:.05pt;z-index:251659264" o:connectortype="straight" strokecolor="#7f7f7f [1612]" strokeweight=".5pt"/>
      </w:pict>
    </w:r>
    <w:r w:rsidR="004F11FB" w:rsidRPr="007C0A95">
      <w:rPr>
        <w:i/>
        <w:color w:val="808080" w:themeColor="background1" w:themeShade="80"/>
      </w:rPr>
      <w:tab/>
    </w:r>
    <w:r w:rsidR="004F11FB" w:rsidRPr="007C0A95">
      <w:rPr>
        <w:i/>
        <w:color w:val="808080" w:themeColor="background1" w:themeShade="80"/>
      </w:rPr>
      <w:t xml:space="preserve">Pagina </w:t>
    </w:r>
    <w:r w:rsidR="00090590"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="00090590" w:rsidRPr="007C0A95">
      <w:rPr>
        <w:i/>
        <w:color w:val="808080" w:themeColor="background1" w:themeShade="80"/>
      </w:rPr>
      <w:fldChar w:fldCharType="separate"/>
    </w:r>
    <w:r w:rsidR="00D908F2">
      <w:rPr>
        <w:i/>
        <w:noProof/>
        <w:color w:val="808080" w:themeColor="background1" w:themeShade="80"/>
      </w:rPr>
      <w:t>1</w:t>
    </w:r>
    <w:r w:rsidR="00090590"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D908F2" w:rsidRPr="00D908F2">
        <w:rPr>
          <w:i/>
          <w:noProof/>
          <w:color w:val="808080" w:themeColor="background1" w:themeShade="80"/>
        </w:rPr>
        <w:t>1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5BB" w:rsidRDefault="00EB25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86F" w:rsidRDefault="0000186F" w:rsidP="004F11FB">
      <w:pPr>
        <w:spacing w:before="0" w:after="0"/>
      </w:pPr>
      <w:r>
        <w:separator/>
      </w:r>
    </w:p>
  </w:footnote>
  <w:footnote w:type="continuationSeparator" w:id="0">
    <w:p w:rsidR="0000186F" w:rsidRDefault="0000186F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5BB" w:rsidRDefault="00EB25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1FB" w:rsidRPr="007C0A95" w:rsidRDefault="0000186F">
    <w:pPr>
      <w:pStyle w:val="Header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.9pt;margin-top:13.7pt;width:444.7pt;height:.05pt;z-index:251658240" o:connectortype="straight" strokecolor="#7f7f7f [1612]" strokeweight=".5pt"/>
      </w:pict>
    </w:r>
    <w:r w:rsidR="004F11FB" w:rsidRPr="007C0A95">
      <w:rPr>
        <w:i/>
        <w:color w:val="808080" w:themeColor="background1" w:themeShade="80"/>
      </w:rPr>
      <w:t>Fișe de lucru laborator, clasa a X</w:t>
    </w:r>
    <w:r w:rsidR="00EB25BB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5BB" w:rsidRDefault="00EB25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05E4F"/>
    <w:multiLevelType w:val="hybridMultilevel"/>
    <w:tmpl w:val="F1586460"/>
    <w:lvl w:ilvl="0" w:tplc="05FCDB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49"/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B54"/>
    <w:rsid w:val="0000186F"/>
    <w:rsid w:val="000649A5"/>
    <w:rsid w:val="000847C5"/>
    <w:rsid w:val="00090590"/>
    <w:rsid w:val="000F1B54"/>
    <w:rsid w:val="001528AD"/>
    <w:rsid w:val="001630B9"/>
    <w:rsid w:val="00212844"/>
    <w:rsid w:val="00230446"/>
    <w:rsid w:val="002633AC"/>
    <w:rsid w:val="00280041"/>
    <w:rsid w:val="003079D9"/>
    <w:rsid w:val="00363B17"/>
    <w:rsid w:val="003B454E"/>
    <w:rsid w:val="003D3DE6"/>
    <w:rsid w:val="00435EDE"/>
    <w:rsid w:val="00485560"/>
    <w:rsid w:val="004B3CB4"/>
    <w:rsid w:val="004F11FB"/>
    <w:rsid w:val="005974EA"/>
    <w:rsid w:val="005E3FAF"/>
    <w:rsid w:val="006B5CC1"/>
    <w:rsid w:val="006F7D14"/>
    <w:rsid w:val="00746166"/>
    <w:rsid w:val="007A38FB"/>
    <w:rsid w:val="007C0A95"/>
    <w:rsid w:val="007E0A98"/>
    <w:rsid w:val="007E3620"/>
    <w:rsid w:val="007E4030"/>
    <w:rsid w:val="008156CE"/>
    <w:rsid w:val="008176B0"/>
    <w:rsid w:val="00821FC0"/>
    <w:rsid w:val="0082545A"/>
    <w:rsid w:val="00885E9B"/>
    <w:rsid w:val="008B02F5"/>
    <w:rsid w:val="008C027A"/>
    <w:rsid w:val="008C6307"/>
    <w:rsid w:val="00937321"/>
    <w:rsid w:val="00960B78"/>
    <w:rsid w:val="009F7552"/>
    <w:rsid w:val="00B031FB"/>
    <w:rsid w:val="00C029E7"/>
    <w:rsid w:val="00C94B2A"/>
    <w:rsid w:val="00CA31E3"/>
    <w:rsid w:val="00CB7FC6"/>
    <w:rsid w:val="00CC1D9B"/>
    <w:rsid w:val="00CD59E6"/>
    <w:rsid w:val="00D05988"/>
    <w:rsid w:val="00D143F9"/>
    <w:rsid w:val="00D66572"/>
    <w:rsid w:val="00D908F2"/>
    <w:rsid w:val="00E459FA"/>
    <w:rsid w:val="00E812C3"/>
    <w:rsid w:val="00EA49D7"/>
    <w:rsid w:val="00EB25BB"/>
    <w:rsid w:val="00EB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2633AC"/>
    <w:pPr>
      <w:ind w:left="720"/>
      <w:contextualSpacing/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B86EA262-0A8B-4413-AF74-7917A6677B68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28</TotalTime>
  <Pages>1</Pages>
  <Words>99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tao</cp:lastModifiedBy>
  <cp:revision>24</cp:revision>
  <cp:lastPrinted>2013-09-19T07:08:00Z</cp:lastPrinted>
  <dcterms:created xsi:type="dcterms:W3CDTF">2013-09-30T07:55:00Z</dcterms:created>
  <dcterms:modified xsi:type="dcterms:W3CDTF">2014-10-14T13:47:00Z</dcterms:modified>
</cp:coreProperties>
</file>